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A30" w:rsidRPr="007E29BF" w:rsidRDefault="00996A30">
      <w:pPr>
        <w:widowControl/>
        <w:spacing w:before="100" w:beforeAutospacing="1" w:after="100" w:afterAutospacing="1" w:line="360" w:lineRule="exact"/>
        <w:jc w:val="center"/>
        <w:rPr>
          <w:rFonts w:ascii="宋体"/>
          <w:b/>
          <w:bCs/>
          <w:color w:val="000000"/>
          <w:kern w:val="0"/>
          <w:sz w:val="32"/>
          <w:szCs w:val="32"/>
        </w:rPr>
      </w:pPr>
      <w:r w:rsidRPr="007E29BF"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萧山区特殊康复中心（萧山区特殊教育幼儿园）</w:t>
      </w:r>
    </w:p>
    <w:tbl>
      <w:tblPr>
        <w:tblpPr w:leftFromText="45" w:rightFromText="45" w:vertAnchor="text" w:horzAnchor="page" w:tblpX="1879" w:tblpY="759"/>
        <w:tblW w:w="8473" w:type="dxa"/>
        <w:tblLayout w:type="fixed"/>
        <w:tblCellMar>
          <w:left w:w="0" w:type="dxa"/>
          <w:right w:w="0" w:type="dxa"/>
        </w:tblCellMar>
        <w:tblLook w:val="00A0"/>
      </w:tblPr>
      <w:tblGrid>
        <w:gridCol w:w="733"/>
        <w:gridCol w:w="317"/>
        <w:gridCol w:w="743"/>
        <w:gridCol w:w="283"/>
        <w:gridCol w:w="141"/>
        <w:gridCol w:w="501"/>
        <w:gridCol w:w="172"/>
        <w:gridCol w:w="272"/>
        <w:gridCol w:w="223"/>
        <w:gridCol w:w="42"/>
        <w:gridCol w:w="181"/>
        <w:gridCol w:w="209"/>
        <w:gridCol w:w="14"/>
        <w:gridCol w:w="227"/>
        <w:gridCol w:w="227"/>
        <w:gridCol w:w="212"/>
        <w:gridCol w:w="14"/>
        <w:gridCol w:w="57"/>
        <w:gridCol w:w="167"/>
        <w:gridCol w:w="224"/>
        <w:gridCol w:w="196"/>
        <w:gridCol w:w="28"/>
        <w:gridCol w:w="74"/>
        <w:gridCol w:w="52"/>
        <w:gridCol w:w="99"/>
        <w:gridCol w:w="227"/>
        <w:gridCol w:w="58"/>
        <w:gridCol w:w="168"/>
        <w:gridCol w:w="226"/>
        <w:gridCol w:w="14"/>
        <w:gridCol w:w="209"/>
        <w:gridCol w:w="28"/>
        <w:gridCol w:w="195"/>
        <w:gridCol w:w="223"/>
        <w:gridCol w:w="237"/>
        <w:gridCol w:w="1480"/>
      </w:tblGrid>
      <w:tr w:rsidR="00996A30">
        <w:trPr>
          <w:trHeight w:val="650"/>
        </w:trPr>
        <w:tc>
          <w:tcPr>
            <w:tcW w:w="105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7423" w:type="dxa"/>
            <w:gridSpan w:val="3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96A30" w:rsidRDefault="00996A30" w:rsidP="00996A30">
            <w:pPr>
              <w:widowControl/>
              <w:spacing w:before="100" w:beforeAutospacing="1" w:after="100" w:afterAutospacing="1"/>
              <w:ind w:firstLineChars="100" w:firstLine="31680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特教老师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1  </w:t>
            </w:r>
            <w:r>
              <w:rPr>
                <w:rFonts w:ascii="宋体" w:hAnsi="Wingdings 2" w:hint="eastAsia"/>
                <w:color w:val="000000"/>
                <w:kern w:val="0"/>
                <w:sz w:val="24"/>
                <w:szCs w:val="24"/>
              </w:rPr>
              <w:sym w:font="Wingdings 2" w:char="F0A3"/>
            </w:r>
            <w:r>
              <w:rPr>
                <w:rFonts w:ascii="宋体" w:hAnsi="Wingdings 2" w:cs="宋体" w:hint="eastAsia"/>
                <w:color w:val="000000"/>
                <w:kern w:val="0"/>
                <w:sz w:val="24"/>
                <w:szCs w:val="24"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特教老师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（双师型）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Wingdings 2" w:hint="eastAsia"/>
                <w:color w:val="000000"/>
                <w:kern w:val="0"/>
                <w:sz w:val="24"/>
                <w:szCs w:val="24"/>
              </w:rPr>
              <w:sym w:font="Wingdings 2" w:char="F0A3"/>
            </w:r>
          </w:p>
        </w:tc>
      </w:tr>
      <w:tr w:rsidR="00996A30" w:rsidTr="00D5691B">
        <w:tc>
          <w:tcPr>
            <w:tcW w:w="10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名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近期免冠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996A30" w:rsidRDefault="00996A30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一寸正照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996A30" w:rsidRDefault="00996A30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现场报名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) </w:t>
            </w:r>
          </w:p>
        </w:tc>
      </w:tr>
      <w:tr w:rsidR="00996A30" w:rsidTr="00D5691B">
        <w:tc>
          <w:tcPr>
            <w:tcW w:w="10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 w:rsidP="00D5691B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户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籍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所在地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民族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1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出生年月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</w:tr>
      <w:tr w:rsidR="00996A30" w:rsidTr="00D5691B">
        <w:tc>
          <w:tcPr>
            <w:tcW w:w="10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参加工作时间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6A30" w:rsidRDefault="00996A30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政治面貌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7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6A30" w:rsidRDefault="00996A30">
            <w:pPr>
              <w:widowControl/>
              <w:spacing w:before="100" w:beforeAutospacing="1" w:after="100" w:afterAutospacing="1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历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</w:tr>
      <w:tr w:rsidR="00996A30" w:rsidTr="00D5691B">
        <w:trPr>
          <w:trHeight w:val="687"/>
        </w:trPr>
        <w:tc>
          <w:tcPr>
            <w:tcW w:w="105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毕业时间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6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毕业院校及专业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046" w:type="dxa"/>
            <w:gridSpan w:val="2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</w:tr>
      <w:tr w:rsidR="00996A30">
        <w:trPr>
          <w:trHeight w:val="457"/>
        </w:trPr>
        <w:tc>
          <w:tcPr>
            <w:tcW w:w="1793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96A30" w:rsidRDefault="00996A30">
            <w:pPr>
              <w:widowControl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具有何种教师资格证</w:t>
            </w:r>
          </w:p>
        </w:tc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996A30" w:rsidP="007E29BF">
            <w:pPr>
              <w:widowControl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种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类</w:t>
            </w:r>
          </w:p>
        </w:tc>
        <w:tc>
          <w:tcPr>
            <w:tcW w:w="18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A30" w:rsidRDefault="00996A30">
            <w:pPr>
              <w:widowControl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普通话等级</w:t>
            </w:r>
          </w:p>
        </w:tc>
        <w:tc>
          <w:tcPr>
            <w:tcW w:w="278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</w:tr>
      <w:tr w:rsidR="00996A30">
        <w:trPr>
          <w:trHeight w:val="489"/>
        </w:trPr>
        <w:tc>
          <w:tcPr>
            <w:tcW w:w="1793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96A30" w:rsidRDefault="00996A30">
            <w:pPr>
              <w:widowControl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96A30" w:rsidRDefault="00996A30" w:rsidP="007E29BF">
            <w:pPr>
              <w:widowControl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科</w:t>
            </w:r>
          </w:p>
        </w:tc>
        <w:tc>
          <w:tcPr>
            <w:tcW w:w="1850" w:type="dxa"/>
            <w:gridSpan w:val="1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gridSpan w:val="9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80" w:type="dxa"/>
            <w:gridSpan w:val="9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</w:tr>
      <w:tr w:rsidR="00996A30">
        <w:trPr>
          <w:trHeight w:val="437"/>
        </w:trPr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已有何种技能等级证书或职称证书</w:t>
            </w:r>
          </w:p>
        </w:tc>
        <w:tc>
          <w:tcPr>
            <w:tcW w:w="6397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</w:tr>
      <w:tr w:rsidR="00996A30" w:rsidTr="00D5691B">
        <w:trPr>
          <w:trHeight w:val="437"/>
        </w:trPr>
        <w:tc>
          <w:tcPr>
            <w:tcW w:w="10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Pr="00D5691B" w:rsidRDefault="00996A30" w:rsidP="00D5691B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家</w:t>
            </w:r>
            <w:bookmarkStart w:id="0" w:name="_GoBack"/>
            <w:bookmarkEnd w:id="0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庭地址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105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固定电话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3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</w:tr>
      <w:tr w:rsidR="00996A30" w:rsidTr="00D5691B">
        <w:trPr>
          <w:trHeight w:val="292"/>
        </w:trPr>
        <w:tc>
          <w:tcPr>
            <w:tcW w:w="10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05" w:type="dxa"/>
            <w:gridSpan w:val="1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移动电话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3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</w:tr>
      <w:tr w:rsidR="00996A30" w:rsidTr="00D5691B">
        <w:trPr>
          <w:trHeight w:val="619"/>
        </w:trPr>
        <w:tc>
          <w:tcPr>
            <w:tcW w:w="3427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spacing w:before="100" w:beforeAutospacing="1" w:after="100" w:afterAutospacing="1"/>
              <w:ind w:left="-17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现任工作单位</w:t>
            </w:r>
          </w:p>
        </w:tc>
        <w:tc>
          <w:tcPr>
            <w:tcW w:w="5046" w:type="dxa"/>
            <w:gridSpan w:val="2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spacing w:before="100" w:beforeAutospacing="1" w:after="100" w:afterAutospacing="1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</w:tr>
      <w:tr w:rsidR="00996A30" w:rsidTr="00D5691B">
        <w:trPr>
          <w:trHeight w:val="3589"/>
        </w:trPr>
        <w:tc>
          <w:tcPr>
            <w:tcW w:w="7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个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996A30" w:rsidRDefault="00996A30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人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996A30" w:rsidRDefault="00996A30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简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996A30" w:rsidRDefault="00996A30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历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524" w:type="dxa"/>
            <w:gridSpan w:val="2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A30" w:rsidRDefault="00996A30">
            <w:pPr>
              <w:widowControl/>
              <w:spacing w:before="100" w:beforeAutospacing="1" w:after="100" w:afterAutospacing="1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（注：个人简历包括教育和工作经历）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0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996A30">
            <w:pPr>
              <w:widowControl/>
              <w:spacing w:before="100" w:beforeAutospacing="1" w:after="100" w:afterAutospacing="1"/>
              <w:ind w:right="113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奖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惩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情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况</w:t>
            </w:r>
          </w:p>
        </w:tc>
        <w:tc>
          <w:tcPr>
            <w:tcW w:w="2612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widowControl/>
              <w:spacing w:before="100" w:beforeAutospacing="1" w:after="100" w:afterAutospacing="1"/>
              <w:ind w:firstLine="3840"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 w:rsidR="00996A30" w:rsidTr="007E29BF">
        <w:trPr>
          <w:trHeight w:val="1560"/>
        </w:trPr>
        <w:tc>
          <w:tcPr>
            <w:tcW w:w="8473" w:type="dxa"/>
            <w:gridSpan w:val="3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A30" w:rsidRDefault="00996A30">
            <w:pPr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本人声明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: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上述填写内容和所递交的资料真实完整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。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如有不实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>,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本人愿承担一切法律责任。</w:t>
            </w:r>
          </w:p>
          <w:p w:rsidR="00996A30" w:rsidRDefault="00996A30" w:rsidP="00996A30">
            <w:pPr>
              <w:ind w:firstLineChars="300" w:firstLine="31680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 w:rsidR="00996A30" w:rsidRDefault="00996A30" w:rsidP="00996A30">
            <w:pPr>
              <w:ind w:firstLineChars="300" w:firstLine="316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申请人（签名）：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 w:rsidR="00996A30" w:rsidRPr="007E29BF" w:rsidRDefault="00996A30">
      <w:pPr>
        <w:widowControl/>
        <w:spacing w:before="100" w:beforeAutospacing="1" w:after="100" w:afterAutospacing="1" w:line="360" w:lineRule="exact"/>
        <w:jc w:val="center"/>
        <w:rPr>
          <w:rFonts w:ascii="宋体"/>
          <w:b/>
          <w:bCs/>
          <w:color w:val="000000"/>
          <w:kern w:val="0"/>
          <w:sz w:val="32"/>
          <w:szCs w:val="32"/>
        </w:rPr>
      </w:pPr>
      <w:r w:rsidRPr="007E29BF">
        <w:rPr>
          <w:rFonts w:ascii="宋体" w:hAnsi="宋体" w:cs="宋体"/>
          <w:b/>
          <w:bCs/>
          <w:color w:val="000000"/>
          <w:kern w:val="0"/>
          <w:sz w:val="32"/>
          <w:szCs w:val="32"/>
        </w:rPr>
        <w:t>2019</w:t>
      </w:r>
      <w:r w:rsidRPr="007E29BF"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年合同制教师招聘报名登记表</w:t>
      </w:r>
    </w:p>
    <w:p w:rsidR="00996A30" w:rsidRDefault="00996A30">
      <w:pPr>
        <w:rPr>
          <w:rFonts w:ascii="仿宋_GB2312" w:eastAsia="仿宋_GB2312" w:hAnsi="仿宋_GB2312"/>
          <w:sz w:val="24"/>
          <w:szCs w:val="24"/>
        </w:rPr>
      </w:pPr>
    </w:p>
    <w:sectPr w:rsidR="00996A30" w:rsidSect="00A750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C966FC9"/>
    <w:rsid w:val="004B156F"/>
    <w:rsid w:val="007E29BF"/>
    <w:rsid w:val="00996A30"/>
    <w:rsid w:val="00A75086"/>
    <w:rsid w:val="00D5691B"/>
    <w:rsid w:val="00DE6318"/>
    <w:rsid w:val="0C966FC9"/>
    <w:rsid w:val="521D1955"/>
    <w:rsid w:val="53CB0B24"/>
    <w:rsid w:val="70305130"/>
    <w:rsid w:val="70422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086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63</Words>
  <Characters>365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wwx</cp:lastModifiedBy>
  <cp:revision>2</cp:revision>
  <dcterms:created xsi:type="dcterms:W3CDTF">2019-07-11T00:48:00Z</dcterms:created>
  <dcterms:modified xsi:type="dcterms:W3CDTF">2019-07-11T03:42:00Z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